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4B9" w:rsidRPr="00D671AE" w:rsidRDefault="000234B9" w:rsidP="006D2893">
      <w:pPr>
        <w:pStyle w:val="Standard"/>
        <w:spacing w:after="0" w:line="240" w:lineRule="auto"/>
        <w:jc w:val="center"/>
        <w:rPr>
          <w:b/>
          <w:sz w:val="28"/>
          <w:szCs w:val="28"/>
        </w:rPr>
      </w:pPr>
      <w:r w:rsidRPr="00D671AE">
        <w:rPr>
          <w:b/>
          <w:sz w:val="28"/>
          <w:szCs w:val="28"/>
        </w:rPr>
        <w:t>АДМИНИСТРАЦИЯ</w:t>
      </w:r>
    </w:p>
    <w:p w:rsidR="000234B9" w:rsidRPr="00D671AE" w:rsidRDefault="000234B9" w:rsidP="006D2893">
      <w:pPr>
        <w:pStyle w:val="Standard"/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КОТЕЛЬНИКОВСКОГО</w:t>
      </w:r>
      <w:r w:rsidRPr="00D671AE">
        <w:rPr>
          <w:b/>
          <w:sz w:val="28"/>
          <w:szCs w:val="28"/>
        </w:rPr>
        <w:t xml:space="preserve"> СЕЛЬСОВЕТА</w:t>
      </w:r>
    </w:p>
    <w:p w:rsidR="000234B9" w:rsidRPr="00D671AE" w:rsidRDefault="000234B9" w:rsidP="006D2893">
      <w:pPr>
        <w:pStyle w:val="Standard"/>
        <w:spacing w:after="0" w:line="240" w:lineRule="auto"/>
        <w:jc w:val="center"/>
        <w:rPr>
          <w:b/>
          <w:sz w:val="28"/>
          <w:szCs w:val="28"/>
        </w:rPr>
      </w:pPr>
      <w:r w:rsidRPr="00D671AE">
        <w:rPr>
          <w:b/>
          <w:sz w:val="28"/>
          <w:szCs w:val="28"/>
        </w:rPr>
        <w:t>ОБОЯНСКОГО РАЙОНА КУРСКОЙ ОБЛАСТИ</w:t>
      </w:r>
    </w:p>
    <w:p w:rsidR="000234B9" w:rsidRPr="00D671AE" w:rsidRDefault="000234B9" w:rsidP="006D2893">
      <w:pPr>
        <w:pStyle w:val="Standard"/>
        <w:tabs>
          <w:tab w:val="left" w:pos="5292"/>
        </w:tabs>
        <w:spacing w:after="0" w:line="240" w:lineRule="auto"/>
        <w:rPr>
          <w:b/>
          <w:sz w:val="28"/>
          <w:szCs w:val="28"/>
        </w:rPr>
      </w:pPr>
      <w:r w:rsidRPr="00D671AE">
        <w:rPr>
          <w:b/>
          <w:sz w:val="28"/>
          <w:szCs w:val="28"/>
        </w:rPr>
        <w:tab/>
      </w:r>
    </w:p>
    <w:p w:rsidR="000234B9" w:rsidRDefault="000234B9" w:rsidP="006D2893">
      <w:pPr>
        <w:pStyle w:val="Standard"/>
        <w:spacing w:after="0" w:line="240" w:lineRule="auto"/>
        <w:jc w:val="center"/>
        <w:rPr>
          <w:b/>
          <w:sz w:val="28"/>
          <w:szCs w:val="28"/>
        </w:rPr>
      </w:pPr>
      <w:r w:rsidRPr="00D671AE">
        <w:rPr>
          <w:b/>
          <w:sz w:val="28"/>
          <w:szCs w:val="28"/>
        </w:rPr>
        <w:t>ПОСТАНОВЛЕНИЕ</w:t>
      </w:r>
    </w:p>
    <w:p w:rsidR="000234B9" w:rsidRPr="00D671AE" w:rsidRDefault="000234B9" w:rsidP="006D2893">
      <w:pPr>
        <w:pStyle w:val="Standard"/>
        <w:spacing w:after="0" w:line="240" w:lineRule="auto"/>
        <w:jc w:val="center"/>
        <w:rPr>
          <w:b/>
          <w:sz w:val="28"/>
          <w:szCs w:val="28"/>
        </w:rPr>
      </w:pPr>
    </w:p>
    <w:p w:rsidR="000234B9" w:rsidRPr="00D671AE" w:rsidRDefault="000234B9" w:rsidP="006D2893">
      <w:pPr>
        <w:pStyle w:val="Standard"/>
        <w:spacing w:after="0" w:line="240" w:lineRule="auto"/>
        <w:jc w:val="center"/>
        <w:rPr>
          <w:b/>
          <w:sz w:val="28"/>
          <w:szCs w:val="28"/>
        </w:rPr>
      </w:pPr>
    </w:p>
    <w:p w:rsidR="000234B9" w:rsidRPr="00D671AE" w:rsidRDefault="000234B9" w:rsidP="006D2893">
      <w:pPr>
        <w:jc w:val="both"/>
        <w:rPr>
          <w:b/>
          <w:sz w:val="28"/>
          <w:szCs w:val="28"/>
        </w:rPr>
      </w:pPr>
      <w:r w:rsidRPr="00D671AE">
        <w:rPr>
          <w:b/>
          <w:sz w:val="28"/>
          <w:szCs w:val="28"/>
        </w:rPr>
        <w:t xml:space="preserve">09.06.2017                                                                  </w:t>
      </w:r>
      <w:r>
        <w:rPr>
          <w:b/>
          <w:sz w:val="28"/>
          <w:szCs w:val="28"/>
        </w:rPr>
        <w:t xml:space="preserve">                             №39</w:t>
      </w:r>
    </w:p>
    <w:p w:rsidR="000234B9" w:rsidRPr="00D671AE" w:rsidRDefault="000234B9" w:rsidP="006D28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с. Котельниково</w:t>
      </w:r>
    </w:p>
    <w:p w:rsidR="000234B9" w:rsidRDefault="000234B9" w:rsidP="006D2893">
      <w:pPr>
        <w:jc w:val="center"/>
        <w:rPr>
          <w:rFonts w:ascii="Arial" w:hAnsi="Arial"/>
          <w:b/>
          <w:bCs/>
          <w:sz w:val="32"/>
          <w:szCs w:val="32"/>
        </w:rPr>
      </w:pPr>
    </w:p>
    <w:p w:rsidR="000234B9" w:rsidRDefault="000234B9" w:rsidP="006D2893">
      <w:pPr>
        <w:jc w:val="center"/>
        <w:rPr>
          <w:rFonts w:ascii="Arial" w:hAnsi="Arial"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Об утверждении Перечня муниципальных функций по осуществлению муниципального контроля, исполняемых Администрацией Котельниковского сельсовета Обоянского района  </w:t>
      </w:r>
    </w:p>
    <w:p w:rsidR="000234B9" w:rsidRDefault="000234B9" w:rsidP="006D2893">
      <w:pPr>
        <w:jc w:val="center"/>
        <w:rPr>
          <w:rFonts w:ascii="Arial" w:hAnsi="Arial"/>
          <w:b/>
          <w:bCs/>
          <w:sz w:val="32"/>
          <w:szCs w:val="32"/>
        </w:rPr>
      </w:pPr>
    </w:p>
    <w:p w:rsidR="000234B9" w:rsidRDefault="000234B9" w:rsidP="006D2893">
      <w:r>
        <w:rPr>
          <w:rFonts w:ascii="Arial" w:hAnsi="Arial"/>
        </w:rPr>
        <w:t xml:space="preserve"> </w:t>
      </w:r>
    </w:p>
    <w:p w:rsidR="000234B9" w:rsidRDefault="000234B9" w:rsidP="006D2893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      В  соответствии с Федеральным законом от 27.07.2010 N 210-ФЗ "Об организации предоставления государственных и муниципальных услуг" Администрация Котельниковского сельсовета Обоянского района ПОСТАНОВЛЯЕТ:</w:t>
      </w:r>
    </w:p>
    <w:p w:rsidR="000234B9" w:rsidRDefault="000234B9" w:rsidP="006D2893">
      <w:pPr>
        <w:jc w:val="both"/>
        <w:rPr>
          <w:rFonts w:ascii="Arial" w:hAnsi="Arial"/>
        </w:rPr>
      </w:pPr>
    </w:p>
    <w:p w:rsidR="000234B9" w:rsidRDefault="000234B9" w:rsidP="006D2893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</w:rPr>
        <w:tab/>
        <w:t>1.Утвердить прилагаемый Перечень муниципальных функций по осуществлению муниципального контроля, исполняемых Администрацией Котельниковского  сельсовета Обоянского района   (приложение №1).</w:t>
      </w:r>
    </w:p>
    <w:p w:rsidR="000234B9" w:rsidRDefault="000234B9" w:rsidP="00851106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         2.Контроль за исполнением настоящего постановления возложить на заместителя главы Администрации Котельниковского сельсовета Сойникову Л.А </w:t>
      </w:r>
    </w:p>
    <w:p w:rsidR="000234B9" w:rsidRDefault="000234B9" w:rsidP="006D2893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       3.Постановление вступает в силу со дня его  обнародования (опубликования) и распространяет свое действие на правоотношения, возникшие с 01 января 2017 года.</w:t>
      </w:r>
    </w:p>
    <w:p w:rsidR="000234B9" w:rsidRDefault="000234B9" w:rsidP="006D2893">
      <w:pPr>
        <w:jc w:val="both"/>
        <w:rPr>
          <w:rFonts w:ascii="Arial" w:hAnsi="Arial"/>
        </w:rPr>
      </w:pPr>
    </w:p>
    <w:p w:rsidR="000234B9" w:rsidRDefault="000234B9" w:rsidP="006D2893">
      <w:pPr>
        <w:jc w:val="both"/>
        <w:rPr>
          <w:rFonts w:ascii="Arial" w:hAnsi="Arial"/>
        </w:rPr>
      </w:pPr>
    </w:p>
    <w:p w:rsidR="000234B9" w:rsidRDefault="000234B9" w:rsidP="006D2893">
      <w:pPr>
        <w:jc w:val="both"/>
        <w:rPr>
          <w:rFonts w:ascii="Arial" w:hAnsi="Arial"/>
        </w:rPr>
      </w:pPr>
    </w:p>
    <w:p w:rsidR="000234B9" w:rsidRDefault="000234B9" w:rsidP="006D2893">
      <w:pPr>
        <w:jc w:val="both"/>
        <w:rPr>
          <w:rFonts w:ascii="Arial" w:hAnsi="Arial"/>
        </w:rPr>
      </w:pPr>
    </w:p>
    <w:p w:rsidR="000234B9" w:rsidRDefault="000234B9" w:rsidP="006D2893">
      <w:pPr>
        <w:jc w:val="both"/>
        <w:rPr>
          <w:rFonts w:ascii="Arial" w:hAnsi="Arial"/>
        </w:rPr>
      </w:pPr>
    </w:p>
    <w:p w:rsidR="000234B9" w:rsidRDefault="000234B9" w:rsidP="006D2893">
      <w:pPr>
        <w:jc w:val="both"/>
        <w:rPr>
          <w:rFonts w:ascii="Arial" w:hAnsi="Arial"/>
        </w:rPr>
      </w:pPr>
    </w:p>
    <w:p w:rsidR="000234B9" w:rsidRDefault="000234B9" w:rsidP="006D2893">
      <w:pPr>
        <w:jc w:val="both"/>
        <w:rPr>
          <w:rFonts w:ascii="Arial" w:hAnsi="Arial"/>
        </w:rPr>
      </w:pPr>
    </w:p>
    <w:p w:rsidR="000234B9" w:rsidRDefault="000234B9" w:rsidP="006D2893">
      <w:pPr>
        <w:jc w:val="both"/>
        <w:rPr>
          <w:rFonts w:ascii="Arial" w:hAnsi="Arial"/>
        </w:rPr>
      </w:pPr>
    </w:p>
    <w:p w:rsidR="000234B9" w:rsidRDefault="000234B9" w:rsidP="006D2893">
      <w:pPr>
        <w:jc w:val="both"/>
        <w:rPr>
          <w:rFonts w:ascii="Arial" w:hAnsi="Arial"/>
        </w:rPr>
      </w:pPr>
    </w:p>
    <w:p w:rsidR="000234B9" w:rsidRDefault="000234B9" w:rsidP="006D2893">
      <w:pPr>
        <w:jc w:val="both"/>
        <w:rPr>
          <w:rFonts w:ascii="Arial" w:hAnsi="Arial"/>
        </w:rPr>
      </w:pPr>
      <w:r>
        <w:rPr>
          <w:rFonts w:ascii="Arial" w:hAnsi="Arial"/>
        </w:rPr>
        <w:t>Глава Котельниковского  сельсовета                            А.Г.Лукьянчиков.</w:t>
      </w:r>
    </w:p>
    <w:p w:rsidR="000234B9" w:rsidRDefault="000234B9" w:rsidP="006D2893">
      <w:pPr>
        <w:jc w:val="both"/>
        <w:rPr>
          <w:rFonts w:ascii="Arial" w:hAnsi="Arial"/>
        </w:rPr>
      </w:pPr>
    </w:p>
    <w:p w:rsidR="000234B9" w:rsidRDefault="000234B9" w:rsidP="006D2893">
      <w:pPr>
        <w:jc w:val="both"/>
        <w:rPr>
          <w:rFonts w:ascii="Arial" w:hAnsi="Arial"/>
        </w:rPr>
      </w:pPr>
    </w:p>
    <w:p w:rsidR="000234B9" w:rsidRDefault="000234B9" w:rsidP="006D2893">
      <w:pPr>
        <w:jc w:val="both"/>
        <w:rPr>
          <w:rFonts w:ascii="Arial" w:hAnsi="Arial"/>
        </w:rPr>
      </w:pPr>
    </w:p>
    <w:p w:rsidR="000234B9" w:rsidRDefault="000234B9" w:rsidP="006D2893">
      <w:pPr>
        <w:jc w:val="both"/>
        <w:rPr>
          <w:rFonts w:ascii="Arial" w:hAnsi="Arial"/>
        </w:rPr>
      </w:pPr>
    </w:p>
    <w:p w:rsidR="000234B9" w:rsidRDefault="000234B9" w:rsidP="006D2893">
      <w:pPr>
        <w:jc w:val="both"/>
        <w:rPr>
          <w:rFonts w:ascii="Arial" w:hAnsi="Arial"/>
        </w:rPr>
      </w:pPr>
    </w:p>
    <w:p w:rsidR="000234B9" w:rsidRDefault="000234B9" w:rsidP="006D2893">
      <w:pPr>
        <w:jc w:val="both"/>
        <w:rPr>
          <w:rFonts w:ascii="Arial" w:hAnsi="Arial"/>
        </w:rPr>
      </w:pPr>
    </w:p>
    <w:p w:rsidR="000234B9" w:rsidRDefault="000234B9" w:rsidP="006D2893">
      <w:pPr>
        <w:jc w:val="both"/>
        <w:rPr>
          <w:rFonts w:ascii="Arial" w:hAnsi="Arial"/>
        </w:rPr>
      </w:pPr>
    </w:p>
    <w:p w:rsidR="000234B9" w:rsidRDefault="000234B9" w:rsidP="006D2893">
      <w:pPr>
        <w:jc w:val="both"/>
        <w:rPr>
          <w:rFonts w:ascii="Arial" w:hAnsi="Arial"/>
        </w:rPr>
      </w:pPr>
    </w:p>
    <w:p w:rsidR="000234B9" w:rsidRDefault="000234B9" w:rsidP="006D2893">
      <w:pPr>
        <w:jc w:val="both"/>
        <w:rPr>
          <w:rFonts w:ascii="Arial" w:hAnsi="Arial"/>
        </w:rPr>
      </w:pPr>
    </w:p>
    <w:p w:rsidR="000234B9" w:rsidRDefault="000234B9" w:rsidP="006D2893">
      <w:pPr>
        <w:jc w:val="both"/>
        <w:rPr>
          <w:rFonts w:ascii="Arial" w:hAnsi="Arial"/>
        </w:rPr>
      </w:pPr>
    </w:p>
    <w:p w:rsidR="000234B9" w:rsidRDefault="000234B9" w:rsidP="006D2893">
      <w:pPr>
        <w:jc w:val="both"/>
        <w:rPr>
          <w:rFonts w:ascii="Arial" w:hAnsi="Arial"/>
        </w:rPr>
      </w:pPr>
    </w:p>
    <w:p w:rsidR="000234B9" w:rsidRDefault="000234B9" w:rsidP="006D2893">
      <w:pPr>
        <w:jc w:val="both"/>
        <w:rPr>
          <w:rFonts w:ascii="Arial" w:hAnsi="Arial"/>
        </w:rPr>
      </w:pPr>
    </w:p>
    <w:p w:rsidR="000234B9" w:rsidRDefault="000234B9" w:rsidP="006D2893">
      <w:pPr>
        <w:jc w:val="both"/>
        <w:rPr>
          <w:rFonts w:ascii="Arial" w:hAnsi="Arial"/>
        </w:rPr>
      </w:pPr>
    </w:p>
    <w:p w:rsidR="000234B9" w:rsidRDefault="000234B9" w:rsidP="006D2893">
      <w:pPr>
        <w:jc w:val="both"/>
        <w:rPr>
          <w:rFonts w:ascii="Arial" w:hAnsi="Arial"/>
        </w:rPr>
      </w:pPr>
    </w:p>
    <w:p w:rsidR="000234B9" w:rsidRDefault="000234B9" w:rsidP="006D2893">
      <w:pPr>
        <w:jc w:val="both"/>
        <w:rPr>
          <w:rFonts w:ascii="Arial" w:hAnsi="Arial"/>
        </w:rPr>
      </w:pPr>
    </w:p>
    <w:p w:rsidR="000234B9" w:rsidRDefault="000234B9" w:rsidP="006D2893">
      <w:pPr>
        <w:jc w:val="both"/>
        <w:rPr>
          <w:rFonts w:ascii="Arial" w:hAnsi="Arial"/>
        </w:rPr>
      </w:pPr>
    </w:p>
    <w:p w:rsidR="000234B9" w:rsidRDefault="000234B9" w:rsidP="006D2893">
      <w:pPr>
        <w:jc w:val="both"/>
        <w:rPr>
          <w:rFonts w:ascii="Arial" w:hAnsi="Arial"/>
        </w:rPr>
      </w:pPr>
    </w:p>
    <w:p w:rsidR="000234B9" w:rsidRDefault="000234B9" w:rsidP="006D2893">
      <w:pPr>
        <w:jc w:val="both"/>
        <w:rPr>
          <w:rFonts w:ascii="Arial" w:hAnsi="Arial"/>
        </w:rPr>
      </w:pPr>
    </w:p>
    <w:p w:rsidR="000234B9" w:rsidRDefault="000234B9" w:rsidP="006D2893">
      <w:pPr>
        <w:jc w:val="both"/>
        <w:rPr>
          <w:rFonts w:ascii="Arial" w:hAnsi="Arial"/>
        </w:rPr>
      </w:pPr>
    </w:p>
    <w:p w:rsidR="000234B9" w:rsidRDefault="000234B9" w:rsidP="006D2893">
      <w:pPr>
        <w:jc w:val="righ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Приложение №1</w:t>
      </w:r>
    </w:p>
    <w:p w:rsidR="000234B9" w:rsidRDefault="000234B9" w:rsidP="006D2893">
      <w:pPr>
        <w:jc w:val="righ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к  постановлению Администрации </w:t>
      </w:r>
    </w:p>
    <w:p w:rsidR="000234B9" w:rsidRDefault="000234B9" w:rsidP="006D2893">
      <w:pPr>
        <w:jc w:val="righ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Котельниковского сельсовета </w:t>
      </w:r>
    </w:p>
    <w:p w:rsidR="000234B9" w:rsidRDefault="000234B9" w:rsidP="006D2893">
      <w:pPr>
        <w:jc w:val="righ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от 09.06.2017 г. №39</w:t>
      </w:r>
    </w:p>
    <w:p w:rsidR="000234B9" w:rsidRDefault="000234B9" w:rsidP="006D2893">
      <w:pPr>
        <w:jc w:val="righ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 </w:t>
      </w:r>
    </w:p>
    <w:p w:rsidR="000234B9" w:rsidRDefault="000234B9" w:rsidP="006D2893">
      <w:pPr>
        <w:jc w:val="both"/>
        <w:rPr>
          <w:rFonts w:ascii="Arial" w:hAnsi="Arial"/>
        </w:rPr>
      </w:pPr>
    </w:p>
    <w:p w:rsidR="000234B9" w:rsidRDefault="000234B9" w:rsidP="006D2893">
      <w:pPr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ПЕРЕЧЕНЬ</w:t>
      </w:r>
    </w:p>
    <w:p w:rsidR="000234B9" w:rsidRDefault="000234B9" w:rsidP="006D2893">
      <w:pPr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МУНИЦИПАЛЬНЫХ ФУНКЦИЙ ПО ОСУЩЕСТВЛЕНИЮ МУНИЦИПАЛЬНОГО КОНТРОЛЯ, ИСПОЛНЯЕМЫХ  АДМИНИСТРАЦИЕЙ КОТЕЛЬНИКОВСКОГО СЕЛЬСОВЕТА ОБОЯНСКОГО РАЙОНА КУРСКОЙ ОБЛАСТИ</w:t>
      </w:r>
    </w:p>
    <w:p w:rsidR="000234B9" w:rsidRDefault="000234B9" w:rsidP="006D2893">
      <w:pPr>
        <w:jc w:val="both"/>
        <w:rPr>
          <w:rFonts w:ascii="Arial" w:hAnsi="Arial"/>
          <w:b/>
          <w:bCs/>
        </w:rPr>
      </w:pPr>
    </w:p>
    <w:p w:rsidR="000234B9" w:rsidRDefault="000234B9" w:rsidP="006D2893">
      <w:pPr>
        <w:jc w:val="both"/>
        <w:rPr>
          <w:rFonts w:ascii="Arial" w:hAnsi="Arial"/>
        </w:rPr>
      </w:pPr>
    </w:p>
    <w:tbl>
      <w:tblPr>
        <w:tblW w:w="963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06"/>
        <w:gridCol w:w="2883"/>
        <w:gridCol w:w="4199"/>
        <w:gridCol w:w="2049"/>
      </w:tblGrid>
      <w:tr w:rsidR="000234B9" w:rsidTr="0065693E"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234B9" w:rsidRDefault="000234B9" w:rsidP="0065693E">
            <w:pPr>
              <w:pStyle w:val="a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№</w:t>
            </w:r>
          </w:p>
          <w:p w:rsidR="000234B9" w:rsidRDefault="000234B9" w:rsidP="0065693E">
            <w:pPr>
              <w:pStyle w:val="a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п/п</w:t>
            </w:r>
          </w:p>
        </w:tc>
        <w:tc>
          <w:tcPr>
            <w:tcW w:w="2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234B9" w:rsidRDefault="000234B9" w:rsidP="0065693E">
            <w:pPr>
              <w:pStyle w:val="a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Наименование функции по осуществлению муниципального контроля</w:t>
            </w:r>
          </w:p>
        </w:tc>
        <w:tc>
          <w:tcPr>
            <w:tcW w:w="4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234B9" w:rsidRDefault="000234B9" w:rsidP="0065693E">
            <w:pPr>
              <w:pStyle w:val="a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Нормативный правовой акт, устанавливающий полномочие органа местного самоуправления</w:t>
            </w:r>
          </w:p>
        </w:tc>
        <w:tc>
          <w:tcPr>
            <w:tcW w:w="2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34B9" w:rsidRDefault="000234B9" w:rsidP="0065693E">
            <w:pPr>
              <w:pStyle w:val="a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Наименование органа, исполняющего функцию</w:t>
            </w:r>
          </w:p>
        </w:tc>
      </w:tr>
      <w:tr w:rsidR="000234B9" w:rsidTr="0065693E">
        <w:tc>
          <w:tcPr>
            <w:tcW w:w="506" w:type="dxa"/>
            <w:tcBorders>
              <w:left w:val="single" w:sz="2" w:space="0" w:color="000000"/>
              <w:bottom w:val="single" w:sz="2" w:space="0" w:color="000000"/>
            </w:tcBorders>
          </w:tcPr>
          <w:p w:rsidR="000234B9" w:rsidRDefault="000234B9" w:rsidP="0065693E">
            <w:pPr>
              <w:pStyle w:val="a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</w:p>
        </w:tc>
        <w:tc>
          <w:tcPr>
            <w:tcW w:w="2883" w:type="dxa"/>
            <w:tcBorders>
              <w:left w:val="single" w:sz="2" w:space="0" w:color="000000"/>
              <w:bottom w:val="single" w:sz="2" w:space="0" w:color="000000"/>
            </w:tcBorders>
          </w:tcPr>
          <w:p w:rsidR="000234B9" w:rsidRDefault="000234B9" w:rsidP="0065693E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Осуществление муниципального жилищного контроля   </w:t>
            </w:r>
          </w:p>
        </w:tc>
        <w:tc>
          <w:tcPr>
            <w:tcW w:w="4199" w:type="dxa"/>
            <w:tcBorders>
              <w:left w:val="single" w:sz="2" w:space="0" w:color="000000"/>
              <w:bottom w:val="single" w:sz="2" w:space="0" w:color="000000"/>
            </w:tcBorders>
          </w:tcPr>
          <w:p w:rsidR="000234B9" w:rsidRDefault="000234B9" w:rsidP="0065693E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Федеральный закон от 06.10.2003 </w:t>
            </w:r>
          </w:p>
          <w:p w:rsidR="000234B9" w:rsidRDefault="000234B9" w:rsidP="0065693E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N 131-ФЗ    «Об общих принципах организации местного самоуправления в Российской Федерации», ст. 14 Жилищного кодекса Российской Федерации</w:t>
            </w:r>
          </w:p>
          <w:p w:rsidR="000234B9" w:rsidRDefault="000234B9" w:rsidP="0065693E">
            <w:pPr>
              <w:jc w:val="center"/>
              <w:rPr>
                <w:rFonts w:ascii="Arial" w:hAnsi="Arial"/>
              </w:rPr>
            </w:pPr>
          </w:p>
        </w:tc>
        <w:tc>
          <w:tcPr>
            <w:tcW w:w="20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34B9" w:rsidRDefault="000234B9" w:rsidP="0065693E">
            <w:pPr>
              <w:pStyle w:val="a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Администрация Котельниковского сельсовета </w:t>
            </w:r>
          </w:p>
        </w:tc>
      </w:tr>
    </w:tbl>
    <w:p w:rsidR="000234B9" w:rsidRDefault="000234B9">
      <w:bookmarkStart w:id="0" w:name="_GoBack"/>
      <w:bookmarkEnd w:id="0"/>
    </w:p>
    <w:sectPr w:rsidR="000234B9" w:rsidSect="00257E31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4D45"/>
    <w:rsid w:val="000234B9"/>
    <w:rsid w:val="001D128C"/>
    <w:rsid w:val="00257E31"/>
    <w:rsid w:val="0065693E"/>
    <w:rsid w:val="006B51FE"/>
    <w:rsid w:val="006D2893"/>
    <w:rsid w:val="00824D42"/>
    <w:rsid w:val="00851106"/>
    <w:rsid w:val="00B302EE"/>
    <w:rsid w:val="00C95937"/>
    <w:rsid w:val="00D671AE"/>
    <w:rsid w:val="00DF4D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893"/>
    <w:pPr>
      <w:widowControl w:val="0"/>
      <w:suppressAutoHyphens/>
    </w:pPr>
    <w:rPr>
      <w:rFonts w:ascii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uiPriority w:val="99"/>
    <w:rsid w:val="006D2893"/>
    <w:pPr>
      <w:suppressAutoHyphens/>
      <w:spacing w:after="200" w:line="276" w:lineRule="auto"/>
      <w:textAlignment w:val="baseline"/>
    </w:pPr>
    <w:rPr>
      <w:rFonts w:ascii="Times New Roman" w:eastAsia="Times New Roman" w:hAnsi="Times New Roman"/>
      <w:sz w:val="20"/>
      <w:szCs w:val="20"/>
      <w:lang w:eastAsia="en-US"/>
    </w:rPr>
  </w:style>
  <w:style w:type="paragraph" w:customStyle="1" w:styleId="a">
    <w:name w:val="Содержимое таблицы"/>
    <w:basedOn w:val="Normal"/>
    <w:uiPriority w:val="99"/>
    <w:rsid w:val="006D2893"/>
    <w:pPr>
      <w:suppressLineNumbers/>
    </w:pPr>
    <w:rPr>
      <w:kern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2</Pages>
  <Words>289</Words>
  <Characters>1649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USER</cp:lastModifiedBy>
  <cp:revision>3</cp:revision>
  <cp:lastPrinted>2017-06-17T07:55:00Z</cp:lastPrinted>
  <dcterms:created xsi:type="dcterms:W3CDTF">2017-06-15T07:46:00Z</dcterms:created>
  <dcterms:modified xsi:type="dcterms:W3CDTF">2017-06-17T07:56:00Z</dcterms:modified>
</cp:coreProperties>
</file>